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7DAE" w14:textId="5095B901" w:rsidR="006A7B5A" w:rsidRPr="007F7781" w:rsidRDefault="006A7B5A" w:rsidP="006A7B5A">
      <w:pPr>
        <w:pStyle w:val="Subtitle"/>
        <w:jc w:val="left"/>
        <w:rPr>
          <w:rFonts w:ascii="Trebuchet MS" w:hAnsi="Trebuchet MS"/>
          <w:szCs w:val="24"/>
        </w:rPr>
      </w:pPr>
      <w:r w:rsidRPr="007F7781">
        <w:rPr>
          <w:rFonts w:ascii="Trebuchet MS" w:hAnsi="Trebuchet MS"/>
          <w:szCs w:val="24"/>
        </w:rPr>
        <w:t>ANEXA I</w:t>
      </w:r>
    </w:p>
    <w:p w14:paraId="70FCE4BD" w14:textId="77777777" w:rsidR="00140692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720BEAB5" w14:textId="17B986DE" w:rsidR="000D3772" w:rsidRPr="007F7781" w:rsidRDefault="000D3772" w:rsidP="000D3772">
      <w:pPr>
        <w:jc w:val="center"/>
        <w:rPr>
          <w:rFonts w:ascii="Trebuchet MS" w:hAnsi="Trebuchet MS"/>
          <w:sz w:val="22"/>
          <w:szCs w:val="22"/>
        </w:rPr>
      </w:pPr>
      <w:r w:rsidRPr="007F7781">
        <w:rPr>
          <w:rFonts w:ascii="Trebuchet MS" w:hAnsi="Trebuchet MS"/>
          <w:sz w:val="22"/>
          <w:szCs w:val="22"/>
        </w:rPr>
        <w:t>SCRISOARE DE INFORMARE PRIVIND RESPINGEREA CANDIDATURII</w:t>
      </w:r>
    </w:p>
    <w:p w14:paraId="4377BEA0" w14:textId="46FAA327" w:rsidR="000D3772" w:rsidRPr="007F7781" w:rsidRDefault="000D3772" w:rsidP="000D3772">
      <w:pPr>
        <w:jc w:val="center"/>
        <w:rPr>
          <w:rFonts w:ascii="Trebuchet MS" w:hAnsi="Trebuchet MS"/>
          <w:sz w:val="22"/>
          <w:szCs w:val="22"/>
        </w:rPr>
      </w:pPr>
      <w:r w:rsidRPr="007F7781">
        <w:rPr>
          <w:rFonts w:ascii="Trebuchet MS" w:hAnsi="Trebuchet MS"/>
          <w:sz w:val="22"/>
          <w:szCs w:val="22"/>
        </w:rPr>
        <w:t>DEPUSE IN VEDEREA SELECTIEI MEMBRILOR CM PR SV OLTENIA</w:t>
      </w:r>
    </w:p>
    <w:p w14:paraId="1E1B0DD5" w14:textId="77777777" w:rsidR="00140692" w:rsidRDefault="00140692" w:rsidP="00EB5128">
      <w:pPr>
        <w:spacing w:line="276" w:lineRule="auto"/>
        <w:jc w:val="center"/>
        <w:rPr>
          <w:rFonts w:ascii="Trebuchet MS" w:hAnsi="Trebuchet MS" w:cs="Arial"/>
          <w:b/>
          <w:bCs/>
          <w:lang w:val="fr-FR"/>
        </w:rPr>
      </w:pPr>
    </w:p>
    <w:p w14:paraId="0EEE577C" w14:textId="07F46C77" w:rsidR="00140692" w:rsidRPr="007F7781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7F7781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7F7781">
        <w:rPr>
          <w:rFonts w:ascii="Trebuchet MS" w:hAnsi="Trebuchet MS"/>
          <w:sz w:val="22"/>
          <w:szCs w:val="22"/>
          <w:lang w:val="ro-RO"/>
        </w:rPr>
        <w:t>.......</w:t>
      </w:r>
      <w:r w:rsidRPr="007F7781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7F7781">
        <w:rPr>
          <w:rFonts w:ascii="Trebuchet MS" w:hAnsi="Trebuchet MS"/>
          <w:sz w:val="22"/>
          <w:szCs w:val="22"/>
          <w:lang w:val="ro-RO"/>
        </w:rPr>
        <w:t>...</w:t>
      </w:r>
      <w:r w:rsidRPr="007F7781">
        <w:rPr>
          <w:rFonts w:ascii="Trebuchet MS" w:hAnsi="Trebuchet MS"/>
          <w:sz w:val="22"/>
          <w:szCs w:val="22"/>
          <w:lang w:val="ro-RO"/>
        </w:rPr>
        <w:t>..20</w:t>
      </w:r>
      <w:r w:rsidR="007E4706" w:rsidRPr="007F7781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7F7781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7F7781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7F7781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7F7781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7F7781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7F7781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481177D1" w:rsidR="00140692" w:rsidRPr="007F7781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7F7781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7F7781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B87DBB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B87DBB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140692" w:rsidRPr="007F7781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0D3772" w:rsidRPr="007F7781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7F7781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7F7781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7F7781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7F7781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</w:p>
        </w:tc>
      </w:tr>
      <w:tr w:rsidR="00140692" w:rsidRPr="007F7781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7F7781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72B8B984" w:rsidR="00140692" w:rsidRPr="007F7781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7F7781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7F7781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7F7781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7F7781" w14:paraId="726CDD33" w14:textId="77777777" w:rsidTr="00693273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7F7781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7F7781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  <w:shd w:val="clear" w:color="auto" w:fill="FFFFFF" w:themeFill="background1"/>
          </w:tcPr>
          <w:p w14:paraId="66D7733D" w14:textId="5F61910A" w:rsidR="00140692" w:rsidRPr="007F7781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  <w:r w:rsidRPr="00693273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7F7781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7F7781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7F7781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7F58B3C7" w:rsidR="00140692" w:rsidRPr="007F7781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7F7781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7F7781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7F7781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7F7781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0251.411.869/ 0251411688</w:t>
            </w:r>
          </w:p>
        </w:tc>
      </w:tr>
      <w:tr w:rsidR="00140692" w:rsidRPr="007F7781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7F7781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7F7781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21C97FCF" w:rsidR="00140692" w:rsidRPr="007F7781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Scrisoare de </w:t>
            </w:r>
            <w:r w:rsidR="000D3772"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informare privind respingerea candidaturii</w:t>
            </w:r>
          </w:p>
        </w:tc>
      </w:tr>
      <w:tr w:rsidR="00140692" w:rsidRPr="007F7781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7F7781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7F7781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77777777" w:rsidR="00140692" w:rsidRPr="007F7781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7F7781">
              <w:rPr>
                <w:rFonts w:ascii="Trebuchet MS" w:hAnsi="Trebuchet MS" w:cs="Arial"/>
                <w:sz w:val="22"/>
                <w:szCs w:val="22"/>
                <w:lang w:val="ro-RO"/>
              </w:rPr>
              <w:t>2</w:t>
            </w:r>
          </w:p>
        </w:tc>
      </w:tr>
    </w:tbl>
    <w:p w14:paraId="410503B1" w14:textId="77777777" w:rsidR="00140692" w:rsidRPr="007F7781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7F7781">
        <w:rPr>
          <w:rFonts w:ascii="Trebuchet MS" w:hAnsi="Trebuchet MS"/>
          <w:sz w:val="22"/>
          <w:szCs w:val="22"/>
          <w:lang w:val="fr-FR"/>
        </w:rPr>
        <w:tab/>
      </w:r>
    </w:p>
    <w:p w14:paraId="786B873F" w14:textId="77777777" w:rsidR="00140692" w:rsidRPr="007F7781" w:rsidRDefault="00140692" w:rsidP="00EB5128">
      <w:pPr>
        <w:spacing w:line="276" w:lineRule="auto"/>
        <w:ind w:right="-277"/>
        <w:rPr>
          <w:rFonts w:ascii="Trebuchet MS" w:hAnsi="Trebuchet MS" w:cs="Arial"/>
          <w:b/>
          <w:sz w:val="22"/>
          <w:szCs w:val="22"/>
          <w:lang w:val="ro-RO"/>
        </w:rPr>
      </w:pPr>
    </w:p>
    <w:p w14:paraId="6EE63437" w14:textId="1E19F105" w:rsidR="00140692" w:rsidRPr="007F7781" w:rsidRDefault="0078447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 xml:space="preserve">Numar inregistrare candidatura: </w:t>
      </w:r>
      <w:r w:rsidR="000D3772" w:rsidRPr="007F7781">
        <w:rPr>
          <w:rFonts w:ascii="Trebuchet MS" w:hAnsi="Trebuchet MS" w:cs="Arial"/>
          <w:sz w:val="22"/>
          <w:szCs w:val="22"/>
          <w:lang w:val="ro-RO"/>
        </w:rPr>
        <w:t>..........</w:t>
      </w:r>
    </w:p>
    <w:p w14:paraId="0F1C657C" w14:textId="0D1D41B8" w:rsidR="004C5419" w:rsidRPr="007F7781" w:rsidRDefault="004C541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 xml:space="preserve">Domeniul pentru care se aplica: </w:t>
      </w:r>
      <w:r w:rsidR="000D3772" w:rsidRPr="007F7781">
        <w:rPr>
          <w:rFonts w:ascii="Trebuchet MS" w:hAnsi="Trebuchet MS" w:cs="Arial"/>
          <w:sz w:val="22"/>
          <w:szCs w:val="22"/>
          <w:lang w:val="ro-RO"/>
        </w:rPr>
        <w:t>...........</w:t>
      </w:r>
    </w:p>
    <w:p w14:paraId="106E1E4A" w14:textId="77777777" w:rsidR="00EB5128" w:rsidRPr="007F7781" w:rsidRDefault="00EB5128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B8CBD8B" w14:textId="51643D29" w:rsidR="00140692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D43ED1" w:rsidRPr="007F7781">
        <w:rPr>
          <w:rFonts w:ascii="Trebuchet MS" w:hAnsi="Trebuchet MS" w:cs="Arial"/>
          <w:b/>
          <w:sz w:val="22"/>
          <w:szCs w:val="22"/>
          <w:lang w:val="ro-RO"/>
        </w:rPr>
        <w:t>/Doamn</w:t>
      </w:r>
      <w:r w:rsidR="00B87DBB">
        <w:rPr>
          <w:rFonts w:ascii="Trebuchet MS" w:hAnsi="Trebuchet MS" w:cs="Arial"/>
          <w:b/>
          <w:sz w:val="22"/>
          <w:szCs w:val="22"/>
          <w:lang w:val="ro-RO"/>
        </w:rPr>
        <w:t>a</w:t>
      </w:r>
      <w:r w:rsidR="000D3772" w:rsidRPr="007F7781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7F7781">
        <w:rPr>
          <w:rFonts w:ascii="Trebuchet MS" w:hAnsi="Trebuchet MS" w:cs="Arial"/>
          <w:sz w:val="22"/>
          <w:szCs w:val="22"/>
          <w:lang w:val="ro-RO"/>
        </w:rPr>
        <w:t>,</w:t>
      </w:r>
    </w:p>
    <w:p w14:paraId="0D8B3380" w14:textId="77777777" w:rsidR="00693273" w:rsidRPr="007F7781" w:rsidRDefault="00693273" w:rsidP="00EB5128">
      <w:pPr>
        <w:spacing w:line="276" w:lineRule="auto"/>
        <w:rPr>
          <w:rFonts w:ascii="Trebuchet MS" w:hAnsi="Trebuchet MS" w:cs="Arial"/>
          <w:sz w:val="22"/>
          <w:szCs w:val="22"/>
          <w:lang w:val="es-AR"/>
        </w:rPr>
      </w:pPr>
    </w:p>
    <w:p w14:paraId="568BBE04" w14:textId="0F65077D" w:rsidR="00106C4B" w:rsidRDefault="00106C4B" w:rsidP="00693273">
      <w:pPr>
        <w:pStyle w:val="Default"/>
        <w:spacing w:line="276" w:lineRule="auto"/>
        <w:jc w:val="both"/>
        <w:rPr>
          <w:sz w:val="22"/>
          <w:szCs w:val="22"/>
        </w:rPr>
      </w:pPr>
      <w:r w:rsidRPr="007F7781">
        <w:rPr>
          <w:sz w:val="22"/>
          <w:szCs w:val="22"/>
        </w:rPr>
        <w:t xml:space="preserve">In </w:t>
      </w:r>
      <w:proofErr w:type="spellStart"/>
      <w:r w:rsidRPr="007F7781">
        <w:rPr>
          <w:sz w:val="22"/>
          <w:szCs w:val="22"/>
        </w:rPr>
        <w:t>urma</w:t>
      </w:r>
      <w:proofErr w:type="spellEnd"/>
      <w:r w:rsidRPr="007F7781">
        <w:rPr>
          <w:sz w:val="22"/>
          <w:szCs w:val="22"/>
        </w:rPr>
        <w:t xml:space="preserve"> </w:t>
      </w:r>
      <w:proofErr w:type="spellStart"/>
      <w:r w:rsidRPr="007F7781">
        <w:rPr>
          <w:sz w:val="22"/>
          <w:szCs w:val="22"/>
        </w:rPr>
        <w:t>verificarii</w:t>
      </w:r>
      <w:proofErr w:type="spellEnd"/>
      <w:r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indeplinirii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criteriilor</w:t>
      </w:r>
      <w:proofErr w:type="spellEnd"/>
      <w:r w:rsidR="004C5419" w:rsidRPr="007F7781">
        <w:rPr>
          <w:sz w:val="22"/>
          <w:szCs w:val="22"/>
        </w:rPr>
        <w:t xml:space="preserve"> de </w:t>
      </w:r>
      <w:proofErr w:type="spellStart"/>
      <w:r w:rsidR="004C5419" w:rsidRPr="007F7781">
        <w:rPr>
          <w:sz w:val="22"/>
          <w:szCs w:val="22"/>
        </w:rPr>
        <w:t>calificare</w:t>
      </w:r>
      <w:proofErr w:type="spellEnd"/>
      <w:r w:rsidR="00390502" w:rsidRPr="007F7781">
        <w:rPr>
          <w:sz w:val="22"/>
          <w:szCs w:val="22"/>
        </w:rPr>
        <w:t>/</w:t>
      </w:r>
      <w:proofErr w:type="spellStart"/>
      <w:r w:rsidR="00390502" w:rsidRPr="007F7781">
        <w:rPr>
          <w:sz w:val="22"/>
          <w:szCs w:val="22"/>
        </w:rPr>
        <w:t>selectie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Pr="007F7781">
        <w:rPr>
          <w:sz w:val="22"/>
          <w:szCs w:val="22"/>
        </w:rPr>
        <w:t>pentru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candidatura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dumneavoastra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depusa</w:t>
      </w:r>
      <w:proofErr w:type="spellEnd"/>
      <w:r w:rsidR="004C5419" w:rsidRPr="007F7781">
        <w:rPr>
          <w:sz w:val="22"/>
          <w:szCs w:val="22"/>
        </w:rPr>
        <w:t xml:space="preserve"> in </w:t>
      </w:r>
      <w:proofErr w:type="spellStart"/>
      <w:r w:rsidR="004C5419" w:rsidRPr="007F7781">
        <w:rPr>
          <w:sz w:val="22"/>
          <w:szCs w:val="22"/>
        </w:rPr>
        <w:t>vederea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selectiei</w:t>
      </w:r>
      <w:proofErr w:type="spellEnd"/>
      <w:r w:rsidR="004C5419" w:rsidRPr="007F7781">
        <w:rPr>
          <w:sz w:val="22"/>
          <w:szCs w:val="22"/>
        </w:rPr>
        <w:t xml:space="preserve"> </w:t>
      </w:r>
      <w:proofErr w:type="spellStart"/>
      <w:r w:rsidR="004C5419" w:rsidRPr="007F7781">
        <w:rPr>
          <w:sz w:val="22"/>
          <w:szCs w:val="22"/>
        </w:rPr>
        <w:t>membrilor</w:t>
      </w:r>
      <w:proofErr w:type="spellEnd"/>
      <w:r w:rsidR="004C5419" w:rsidRPr="007F7781">
        <w:rPr>
          <w:sz w:val="22"/>
          <w:szCs w:val="22"/>
        </w:rPr>
        <w:t xml:space="preserve"> CM PR SV Oltenia 2021-2027</w:t>
      </w:r>
      <w:r w:rsidRPr="007F7781">
        <w:rPr>
          <w:sz w:val="22"/>
          <w:szCs w:val="22"/>
        </w:rPr>
        <w:t xml:space="preserve">, </w:t>
      </w:r>
      <w:proofErr w:type="spellStart"/>
      <w:r w:rsidRPr="007F7781">
        <w:rPr>
          <w:sz w:val="22"/>
          <w:szCs w:val="22"/>
        </w:rPr>
        <w:t>va</w:t>
      </w:r>
      <w:proofErr w:type="spellEnd"/>
      <w:r w:rsidRPr="007F7781">
        <w:rPr>
          <w:sz w:val="22"/>
          <w:szCs w:val="22"/>
        </w:rPr>
        <w:t xml:space="preserve"> </w:t>
      </w:r>
      <w:proofErr w:type="spellStart"/>
      <w:r w:rsidRPr="007F7781">
        <w:rPr>
          <w:sz w:val="22"/>
          <w:szCs w:val="22"/>
        </w:rPr>
        <w:t>informam</w:t>
      </w:r>
      <w:proofErr w:type="spellEnd"/>
      <w:r w:rsidRPr="007F7781">
        <w:rPr>
          <w:sz w:val="22"/>
          <w:szCs w:val="22"/>
        </w:rPr>
        <w:t xml:space="preserve"> ca </w:t>
      </w:r>
      <w:proofErr w:type="spellStart"/>
      <w:r w:rsidRPr="007F7781">
        <w:rPr>
          <w:sz w:val="22"/>
          <w:szCs w:val="22"/>
        </w:rPr>
        <w:t>aceasta</w:t>
      </w:r>
      <w:proofErr w:type="spellEnd"/>
      <w:r w:rsidRPr="007F7781">
        <w:rPr>
          <w:sz w:val="22"/>
          <w:szCs w:val="22"/>
        </w:rPr>
        <w:t xml:space="preserve"> a </w:t>
      </w:r>
      <w:proofErr w:type="spellStart"/>
      <w:r w:rsidRPr="007F7781">
        <w:rPr>
          <w:sz w:val="22"/>
          <w:szCs w:val="22"/>
        </w:rPr>
        <w:t>fost</w:t>
      </w:r>
      <w:proofErr w:type="spellEnd"/>
      <w:r w:rsidRPr="007F7781">
        <w:rPr>
          <w:sz w:val="22"/>
          <w:szCs w:val="22"/>
        </w:rPr>
        <w:t xml:space="preserve"> </w:t>
      </w:r>
      <w:r w:rsidR="00D43ED1" w:rsidRPr="007F7781">
        <w:rPr>
          <w:b/>
          <w:bCs/>
          <w:sz w:val="22"/>
          <w:szCs w:val="22"/>
          <w:u w:val="single"/>
        </w:rPr>
        <w:t>RESPINSA</w:t>
      </w:r>
      <w:r w:rsidRPr="007F7781">
        <w:rPr>
          <w:sz w:val="22"/>
          <w:szCs w:val="22"/>
        </w:rPr>
        <w:t xml:space="preserve">, din </w:t>
      </w:r>
      <w:proofErr w:type="spellStart"/>
      <w:r w:rsidRPr="007F7781">
        <w:rPr>
          <w:sz w:val="22"/>
          <w:szCs w:val="22"/>
        </w:rPr>
        <w:t>următoarele</w:t>
      </w:r>
      <w:proofErr w:type="spellEnd"/>
      <w:r w:rsidRPr="007F7781">
        <w:rPr>
          <w:sz w:val="22"/>
          <w:szCs w:val="22"/>
        </w:rPr>
        <w:t xml:space="preserve"> motive: </w:t>
      </w:r>
    </w:p>
    <w:p w14:paraId="31DD0906" w14:textId="77777777" w:rsidR="00693273" w:rsidRPr="007F7781" w:rsidRDefault="00693273" w:rsidP="00693273">
      <w:pPr>
        <w:pStyle w:val="Default"/>
        <w:spacing w:line="276" w:lineRule="auto"/>
        <w:jc w:val="both"/>
        <w:rPr>
          <w:sz w:val="22"/>
          <w:szCs w:val="22"/>
        </w:rPr>
      </w:pPr>
    </w:p>
    <w:p w14:paraId="2879E75A" w14:textId="77777777" w:rsidR="004C5419" w:rsidRPr="00EB5128" w:rsidRDefault="004C5419" w:rsidP="00693273">
      <w:pPr>
        <w:pStyle w:val="Default"/>
        <w:spacing w:line="276" w:lineRule="auto"/>
        <w:ind w:left="720"/>
        <w:jc w:val="both"/>
        <w:rPr>
          <w:sz w:val="22"/>
          <w:szCs w:val="22"/>
        </w:rPr>
      </w:pPr>
    </w:p>
    <w:p w14:paraId="1A20F8A4" w14:textId="0362C6C5" w:rsidR="008F288D" w:rsidRPr="007F7781" w:rsidRDefault="008F288D" w:rsidP="00693273">
      <w:pPr>
        <w:jc w:val="both"/>
        <w:rPr>
          <w:rFonts w:ascii="Trebuchet MS" w:hAnsi="Trebuchet MS" w:cs="Arial"/>
          <w:i/>
          <w:iCs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 xml:space="preserve">Un </w:t>
      </w:r>
      <w:r w:rsidR="006F50AF" w:rsidRPr="007F7781">
        <w:rPr>
          <w:rFonts w:ascii="Trebuchet MS" w:hAnsi="Trebuchet MS" w:cs="Arial"/>
          <w:sz w:val="22"/>
          <w:szCs w:val="22"/>
          <w:lang w:val="ro-RO"/>
        </w:rPr>
        <w:t xml:space="preserve">candidat </w:t>
      </w:r>
      <w:r w:rsidRPr="007F7781">
        <w:rPr>
          <w:rFonts w:ascii="Trebuchet MS" w:hAnsi="Trebuchet MS" w:cs="Arial"/>
          <w:sz w:val="22"/>
          <w:szCs w:val="22"/>
          <w:lang w:val="ro-RO"/>
        </w:rPr>
        <w:t xml:space="preserve">care se consideră nedreptăţit de rezultatele procesului de evaluare </w:t>
      </w:r>
      <w:r w:rsidR="006F50AF" w:rsidRPr="007F7781">
        <w:rPr>
          <w:rFonts w:ascii="Trebuchet MS" w:hAnsi="Trebuchet MS" w:cs="Arial"/>
          <w:sz w:val="22"/>
          <w:szCs w:val="22"/>
          <w:lang w:val="ro-RO"/>
        </w:rPr>
        <w:t xml:space="preserve">a candidaturilor </w:t>
      </w:r>
      <w:r w:rsidRPr="007F7781">
        <w:rPr>
          <w:rFonts w:ascii="Trebuchet MS" w:hAnsi="Trebuchet MS" w:cs="Arial"/>
          <w:sz w:val="22"/>
          <w:szCs w:val="22"/>
          <w:lang w:val="ro-RO"/>
        </w:rPr>
        <w:t>poate formula în scris o contestaţie care va fi trimisă spre soluţionare Autorităţii de Management pentru Programul Operaţional Regional</w:t>
      </w:r>
      <w:r w:rsidR="00D4226D" w:rsidRPr="007F7781">
        <w:rPr>
          <w:rFonts w:ascii="Trebuchet MS" w:hAnsi="Trebuchet MS" w:cs="Arial"/>
          <w:sz w:val="22"/>
          <w:szCs w:val="22"/>
          <w:lang w:val="ro-RO"/>
        </w:rPr>
        <w:t xml:space="preserve"> Sud Vest Oltenia</w:t>
      </w:r>
      <w:r w:rsidRPr="007F7781">
        <w:rPr>
          <w:rFonts w:ascii="Trebuchet MS" w:hAnsi="Trebuchet MS" w:cs="Arial"/>
          <w:sz w:val="22"/>
          <w:szCs w:val="22"/>
          <w:lang w:val="ro-RO"/>
        </w:rPr>
        <w:t>,</w:t>
      </w:r>
      <w:r w:rsidR="00D4226D" w:rsidRPr="007F7781">
        <w:rPr>
          <w:rFonts w:ascii="Trebuchet MS" w:hAnsi="Trebuchet MS" w:cs="Arial"/>
          <w:sz w:val="22"/>
          <w:szCs w:val="22"/>
          <w:lang w:val="ro-RO"/>
        </w:rPr>
        <w:t xml:space="preserve"> pe adresa de mail </w:t>
      </w:r>
      <w:hyperlink r:id="rId7" w:history="1">
        <w:r w:rsidR="00D4226D" w:rsidRPr="007F7781">
          <w:rPr>
            <w:rStyle w:val="Hyperlink"/>
            <w:rFonts w:ascii="Trebuchet MS" w:hAnsi="Trebuchet MS" w:cs="Arial"/>
            <w:sz w:val="22"/>
            <w:szCs w:val="22"/>
            <w:lang w:val="ro-RO"/>
          </w:rPr>
          <w:t>office@adroltenia.ro</w:t>
        </w:r>
      </w:hyperlink>
      <w:r w:rsidR="00D4226D" w:rsidRPr="007F7781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7F7781">
        <w:rPr>
          <w:rFonts w:ascii="Trebuchet MS" w:hAnsi="Trebuchet MS" w:cs="Arial"/>
          <w:sz w:val="22"/>
          <w:szCs w:val="22"/>
          <w:lang w:val="ro-RO"/>
        </w:rPr>
        <w:t xml:space="preserve"> în termen </w:t>
      </w:r>
      <w:r w:rsidRPr="00BF7B35">
        <w:rPr>
          <w:rFonts w:ascii="Trebuchet MS" w:hAnsi="Trebuchet MS" w:cs="Arial"/>
          <w:sz w:val="22"/>
          <w:szCs w:val="22"/>
          <w:lang w:val="ro-RO"/>
        </w:rPr>
        <w:t>de</w:t>
      </w:r>
      <w:r w:rsidR="00D4226D" w:rsidRPr="00BF7B35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390502" w:rsidRPr="00BF7B35">
        <w:rPr>
          <w:rFonts w:ascii="Trebuchet MS" w:hAnsi="Trebuchet MS" w:cs="Arial"/>
          <w:sz w:val="22"/>
          <w:szCs w:val="22"/>
          <w:lang w:val="ro-RO"/>
        </w:rPr>
        <w:t>3</w:t>
      </w:r>
      <w:r w:rsidRPr="00BF7B35">
        <w:rPr>
          <w:rFonts w:ascii="Trebuchet MS" w:hAnsi="Trebuchet MS" w:cs="Arial"/>
          <w:sz w:val="22"/>
          <w:szCs w:val="22"/>
          <w:lang w:val="ro-RO"/>
        </w:rPr>
        <w:t xml:space="preserve"> zile </w:t>
      </w:r>
      <w:r w:rsidR="00D4226D" w:rsidRPr="00BF7B35">
        <w:rPr>
          <w:rFonts w:ascii="Trebuchet MS" w:hAnsi="Trebuchet MS" w:cs="Arial"/>
          <w:sz w:val="22"/>
          <w:szCs w:val="22"/>
          <w:lang w:val="ro-RO"/>
        </w:rPr>
        <w:t>lucratoare</w:t>
      </w:r>
      <w:r w:rsidRPr="00BF7B35">
        <w:rPr>
          <w:rFonts w:ascii="Trebuchet MS" w:hAnsi="Trebuchet MS" w:cs="Arial"/>
          <w:sz w:val="22"/>
          <w:szCs w:val="22"/>
          <w:lang w:val="ro-RO"/>
        </w:rPr>
        <w:t xml:space="preserve"> de la </w:t>
      </w:r>
      <w:r w:rsidRPr="007F7781">
        <w:rPr>
          <w:rFonts w:ascii="Trebuchet MS" w:hAnsi="Trebuchet MS" w:cs="Arial"/>
          <w:sz w:val="22"/>
          <w:szCs w:val="22"/>
          <w:lang w:val="ro-RO"/>
        </w:rPr>
        <w:t>data comunicării</w:t>
      </w:r>
      <w:r w:rsidR="00D4226D" w:rsidRPr="007F7781">
        <w:rPr>
          <w:rFonts w:ascii="Trebuchet MS" w:hAnsi="Trebuchet MS" w:cs="Arial"/>
          <w:sz w:val="22"/>
          <w:szCs w:val="22"/>
          <w:lang w:val="ro-RO"/>
        </w:rPr>
        <w:t xml:space="preserve"> prezentei</w:t>
      </w:r>
      <w:r w:rsidR="00FF5AF2" w:rsidRPr="007F7781">
        <w:rPr>
          <w:rFonts w:ascii="Trebuchet MS" w:hAnsi="Trebuchet MS" w:cs="Arial"/>
          <w:sz w:val="22"/>
          <w:szCs w:val="22"/>
          <w:lang w:val="ro-RO"/>
        </w:rPr>
        <w:t>.</w:t>
      </w:r>
    </w:p>
    <w:p w14:paraId="7DEF6E90" w14:textId="77777777" w:rsidR="008F288D" w:rsidRPr="007F7781" w:rsidRDefault="008F288D" w:rsidP="00693273">
      <w:pPr>
        <w:spacing w:line="276" w:lineRule="auto"/>
        <w:ind w:right="-23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657172FC" w14:textId="77777777" w:rsidR="008F288D" w:rsidRPr="007F7781" w:rsidRDefault="008F288D" w:rsidP="00693273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Contestaţia se formulează în scris şi va cuprinde:</w:t>
      </w:r>
    </w:p>
    <w:p w14:paraId="4C55244F" w14:textId="5D981250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Datele de identificare ale contestatarului</w:t>
      </w:r>
    </w:p>
    <w:p w14:paraId="795EC0B7" w14:textId="2E037D3A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 xml:space="preserve">Numarul de </w:t>
      </w:r>
      <w:r w:rsidR="00D4226D" w:rsidRPr="007F7781">
        <w:rPr>
          <w:rFonts w:ascii="Trebuchet MS" w:hAnsi="Trebuchet MS" w:cs="Arial"/>
          <w:sz w:val="22"/>
          <w:szCs w:val="22"/>
          <w:lang w:val="ro-RO"/>
        </w:rPr>
        <w:t xml:space="preserve">inregistrare </w:t>
      </w:r>
      <w:r w:rsidRPr="007F7781">
        <w:rPr>
          <w:rFonts w:ascii="Trebuchet MS" w:hAnsi="Trebuchet MS" w:cs="Arial"/>
          <w:sz w:val="22"/>
          <w:szCs w:val="22"/>
          <w:lang w:val="ro-RO"/>
        </w:rPr>
        <w:t xml:space="preserve">a </w:t>
      </w:r>
      <w:r w:rsidR="00D4226D" w:rsidRPr="007F7781">
        <w:rPr>
          <w:rFonts w:ascii="Trebuchet MS" w:hAnsi="Trebuchet MS" w:cs="Arial"/>
          <w:sz w:val="22"/>
          <w:szCs w:val="22"/>
          <w:lang w:val="ro-RO"/>
        </w:rPr>
        <w:t>candidaturii</w:t>
      </w:r>
    </w:p>
    <w:p w14:paraId="56E7DEB4" w14:textId="7F159892" w:rsidR="00D4226D" w:rsidRPr="007F7781" w:rsidRDefault="00D4226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Domeniul pe care s-a aplicat</w:t>
      </w:r>
    </w:p>
    <w:p w14:paraId="7545A6E0" w14:textId="77777777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Obiectul contestaţiei</w:t>
      </w:r>
    </w:p>
    <w:p w14:paraId="0C1FC7D4" w14:textId="7A8B1FC2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Motivele de fapt şi de drept</w:t>
      </w:r>
    </w:p>
    <w:p w14:paraId="3A41CB96" w14:textId="77777777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Documentele pe care se intemeiaza motivatia</w:t>
      </w:r>
    </w:p>
    <w:p w14:paraId="092BFC7B" w14:textId="77777777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Semnătura reprezentantului legal sau a împuternicitului acestuia, precum şi ştampila organizaţiei,după caz.</w:t>
      </w:r>
    </w:p>
    <w:p w14:paraId="7781BCFE" w14:textId="77777777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>Mandatul special, dupa caz</w:t>
      </w:r>
    </w:p>
    <w:p w14:paraId="473C52F6" w14:textId="198C1468" w:rsidR="008F288D" w:rsidRPr="007F7781" w:rsidRDefault="008F288D" w:rsidP="00693273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7F7781">
        <w:rPr>
          <w:rFonts w:ascii="Trebuchet MS" w:hAnsi="Trebuchet MS" w:cs="Arial"/>
          <w:sz w:val="22"/>
          <w:szCs w:val="22"/>
          <w:lang w:val="ro-RO"/>
        </w:rPr>
        <w:t xml:space="preserve">Copia scrisorii OI de înştiinţare cu privire la rezultatul </w:t>
      </w:r>
      <w:r w:rsidR="00D4226D" w:rsidRPr="007F7781">
        <w:rPr>
          <w:rFonts w:ascii="Trebuchet MS" w:hAnsi="Trebuchet MS" w:cs="Arial"/>
          <w:sz w:val="22"/>
          <w:szCs w:val="22"/>
          <w:lang w:val="ro-RO"/>
        </w:rPr>
        <w:t xml:space="preserve">evaluarii </w:t>
      </w:r>
      <w:r w:rsidRPr="007F7781">
        <w:rPr>
          <w:rFonts w:ascii="Trebuchet MS" w:hAnsi="Trebuchet MS" w:cs="Arial"/>
          <w:sz w:val="22"/>
          <w:szCs w:val="22"/>
          <w:lang w:val="ro-RO"/>
        </w:rPr>
        <w:t>al carei continut face obiectul contestatiei.</w:t>
      </w:r>
    </w:p>
    <w:p w14:paraId="044BCC2F" w14:textId="790DA753" w:rsidR="008F288D" w:rsidRPr="000B4C82" w:rsidRDefault="008F288D" w:rsidP="00EB5128">
      <w:pPr>
        <w:spacing w:line="276" w:lineRule="auto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0B4C82">
        <w:rPr>
          <w:rFonts w:ascii="Trebuchet MS" w:hAnsi="Trebuchet MS" w:cs="Arial"/>
          <w:bCs/>
          <w:sz w:val="22"/>
          <w:szCs w:val="22"/>
          <w:lang w:val="ro-RO"/>
        </w:rPr>
        <w:lastRenderedPageBreak/>
        <w:t xml:space="preserve">Contestatarul </w:t>
      </w:r>
      <w:r w:rsidRPr="000B4C82">
        <w:rPr>
          <w:rFonts w:ascii="Trebuchet MS" w:hAnsi="Trebuchet MS" w:cs="Arial"/>
          <w:b/>
          <w:bCs/>
          <w:sz w:val="22"/>
          <w:szCs w:val="22"/>
          <w:lang w:val="ro-RO"/>
        </w:rPr>
        <w:t>nu</w:t>
      </w:r>
      <w:r w:rsidRPr="000B4C82">
        <w:rPr>
          <w:rFonts w:ascii="Trebuchet MS" w:hAnsi="Trebuchet MS" w:cs="Arial"/>
          <w:bCs/>
          <w:sz w:val="22"/>
          <w:szCs w:val="22"/>
          <w:lang w:val="ro-RO"/>
        </w:rPr>
        <w:t xml:space="preserve"> poate să depună documente noi în susţinerea cauzei și nu poate să modifice conținutul</w:t>
      </w:r>
      <w:r w:rsidR="00D4226D" w:rsidRPr="000B4C82">
        <w:rPr>
          <w:rFonts w:ascii="Trebuchet MS" w:hAnsi="Trebuchet MS" w:cs="Arial"/>
          <w:bCs/>
          <w:sz w:val="22"/>
          <w:szCs w:val="22"/>
          <w:lang w:val="ro-RO"/>
        </w:rPr>
        <w:t xml:space="preserve"> candidaturii</w:t>
      </w:r>
      <w:r w:rsidRPr="000B4C82">
        <w:rPr>
          <w:rFonts w:ascii="Trebuchet MS" w:hAnsi="Trebuchet MS" w:cs="Arial"/>
          <w:bCs/>
          <w:sz w:val="22"/>
          <w:szCs w:val="22"/>
          <w:lang w:val="ro-RO"/>
        </w:rPr>
        <w:t xml:space="preserve">. </w:t>
      </w:r>
    </w:p>
    <w:p w14:paraId="6AE4D81D" w14:textId="77777777" w:rsidR="008F288D" w:rsidRPr="000B4C82" w:rsidRDefault="008F288D" w:rsidP="00EB5128">
      <w:pPr>
        <w:spacing w:line="276" w:lineRule="auto"/>
        <w:jc w:val="both"/>
        <w:rPr>
          <w:rFonts w:ascii="Trebuchet MS" w:hAnsi="Trebuchet MS" w:cs="Arial"/>
          <w:bCs/>
          <w:sz w:val="22"/>
          <w:szCs w:val="22"/>
          <w:lang w:val="ro-RO"/>
        </w:rPr>
      </w:pPr>
    </w:p>
    <w:p w14:paraId="697563C4" w14:textId="3B6D20A5" w:rsidR="00EA695B" w:rsidRPr="000B4C82" w:rsidRDefault="008F288D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0B4C82">
        <w:rPr>
          <w:rFonts w:ascii="Trebuchet MS" w:hAnsi="Trebuchet MS" w:cs="Arial"/>
          <w:sz w:val="22"/>
          <w:szCs w:val="22"/>
          <w:lang w:val="ro-RO"/>
        </w:rPr>
        <w:t xml:space="preserve">Persoana de contact din partea ADR </w:t>
      </w:r>
      <w:r w:rsidRPr="000B4C82">
        <w:rPr>
          <w:rFonts w:ascii="Trebuchet MS" w:hAnsi="Trebuchet MS"/>
          <w:bCs/>
          <w:sz w:val="22"/>
          <w:szCs w:val="22"/>
          <w:lang w:val="ro-RO"/>
        </w:rPr>
        <w:t>Sud – Vest Oltenia</w:t>
      </w:r>
      <w:r w:rsidRPr="000B4C82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 w:rsidRPr="000B4C82">
        <w:rPr>
          <w:rFonts w:ascii="Trebuchet MS" w:hAnsi="Trebuchet MS" w:cs="Arial"/>
          <w:sz w:val="22"/>
          <w:szCs w:val="22"/>
          <w:lang w:val="ro-RO"/>
        </w:rPr>
        <w:t xml:space="preserve">este </w:t>
      </w:r>
      <w:r w:rsidR="00EA695B" w:rsidRPr="000B4C82">
        <w:rPr>
          <w:rFonts w:ascii="Trebuchet MS" w:hAnsi="Trebuchet MS" w:cs="Arial"/>
          <w:sz w:val="22"/>
          <w:szCs w:val="22"/>
          <w:lang w:val="ro-RO"/>
        </w:rPr>
        <w:t>doamna Magda Lungu</w:t>
      </w:r>
      <w:r w:rsidR="00BC19FA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EA695B" w:rsidRPr="000B4C82">
        <w:rPr>
          <w:rFonts w:ascii="Trebuchet MS" w:hAnsi="Trebuchet MS" w:cs="Arial"/>
          <w:sz w:val="22"/>
          <w:szCs w:val="22"/>
          <w:lang w:val="ro-RO"/>
        </w:rPr>
        <w:t xml:space="preserve">– Sef Departament Gestionare Program, telefon 0251.411.869, e-mail: </w:t>
      </w:r>
      <w:hyperlink r:id="rId8" w:history="1">
        <w:r w:rsidR="00EA695B" w:rsidRPr="000B4C82">
          <w:rPr>
            <w:rStyle w:val="Hyperlink"/>
            <w:rFonts w:ascii="Trebuchet MS" w:hAnsi="Trebuchet MS" w:cs="Arial"/>
            <w:sz w:val="22"/>
            <w:szCs w:val="22"/>
            <w:lang w:val="ro-RO"/>
          </w:rPr>
          <w:t xml:space="preserve"> magda.lungu@adroltenia.ro</w:t>
        </w:r>
      </w:hyperlink>
    </w:p>
    <w:p w14:paraId="5781532F" w14:textId="77777777" w:rsidR="00EA695B" w:rsidRPr="000B4C82" w:rsidRDefault="00EA695B" w:rsidP="00EA695B">
      <w:pPr>
        <w:ind w:right="-236"/>
        <w:jc w:val="both"/>
        <w:rPr>
          <w:rFonts w:ascii="Trebuchet MS" w:hAnsi="Trebuchet MS"/>
          <w:sz w:val="22"/>
          <w:szCs w:val="22"/>
          <w:lang w:val="ro-RO"/>
        </w:rPr>
      </w:pPr>
      <w:r w:rsidRPr="000B4C82">
        <w:rPr>
          <w:rFonts w:ascii="Trebuchet MS" w:hAnsi="Trebuchet MS"/>
          <w:sz w:val="22"/>
          <w:szCs w:val="22"/>
          <w:lang w:val="ro-RO"/>
        </w:rPr>
        <w:t>Vă mulţumim pentru participare.</w:t>
      </w:r>
    </w:p>
    <w:p w14:paraId="0C90249D" w14:textId="17610B04" w:rsidR="008F288D" w:rsidRPr="000B4C82" w:rsidRDefault="008F288D" w:rsidP="00EB5128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48B88F0E" w14:textId="77777777" w:rsidR="00EA695B" w:rsidRPr="007F7781" w:rsidRDefault="00EA695B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  <w:r w:rsidRPr="007F7781">
        <w:rPr>
          <w:rFonts w:ascii="Trebuchet MS" w:hAnsi="Trebuchet MS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Pr="000B4C82" w:rsidRDefault="00EA695B" w:rsidP="00EA695B">
      <w:pPr>
        <w:spacing w:line="276" w:lineRule="auto"/>
        <w:jc w:val="both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Pr="000B4C82" w:rsidRDefault="00EA695B" w:rsidP="00EA695B">
      <w:pPr>
        <w:spacing w:line="276" w:lineRule="auto"/>
        <w:jc w:val="both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48DFFC46" w14:textId="77777777" w:rsidR="00FF5A43" w:rsidRDefault="00FF5A43" w:rsidP="00EB5128">
      <w:pPr>
        <w:spacing w:before="120" w:after="120" w:line="276" w:lineRule="auto"/>
        <w:jc w:val="both"/>
        <w:rPr>
          <w:rFonts w:ascii="Trebuchet MS" w:hAnsi="Trebuchet MS" w:cs="Arial"/>
          <w:lang w:val="ro-RO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140692">
      <w:headerReference w:type="default" r:id="rId9"/>
      <w:footerReference w:type="even" r:id="rId10"/>
      <w:footerReference w:type="default" r:id="rId11"/>
      <w:type w:val="continuous"/>
      <w:pgSz w:w="11909" w:h="16834" w:code="9"/>
      <w:pgMar w:top="1560" w:right="1136" w:bottom="426" w:left="1411" w:header="42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B98CD" w14:textId="77777777" w:rsidR="00DB44FB" w:rsidRDefault="00DB44FB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5EB3945B" w14:textId="77777777" w:rsidR="00DB44FB" w:rsidRDefault="00DB44FB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EFB3D" w14:textId="77777777" w:rsidR="00DB44FB" w:rsidRDefault="00DB44FB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07395738" w14:textId="77777777" w:rsidR="00DB44FB" w:rsidRDefault="00DB44FB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  <w:p w14:paraId="389654B1" w14:textId="77777777" w:rsidR="00C26E0D" w:rsidRDefault="001A67F0" w:rsidP="001A67F0">
    <w:pPr>
      <w:pStyle w:val="Header"/>
      <w:ind w:hanging="851"/>
      <w:jc w:val="right"/>
    </w:pPr>
    <w:r w:rsidRPr="001A67F0">
      <w:t xml:space="preserve"> </w:t>
    </w:r>
  </w:p>
  <w:p w14:paraId="7A3BC963" w14:textId="77777777" w:rsidR="00C26E0D" w:rsidRDefault="00C26E0D" w:rsidP="001A67F0">
    <w:pPr>
      <w:pStyle w:val="Header"/>
      <w:ind w:hanging="851"/>
      <w:jc w:val="right"/>
    </w:pPr>
  </w:p>
  <w:p w14:paraId="62A9D8EB" w14:textId="77777777" w:rsidR="00C26E0D" w:rsidRDefault="00C26E0D" w:rsidP="001A67F0">
    <w:pPr>
      <w:pStyle w:val="Header"/>
      <w:ind w:hanging="851"/>
      <w:jc w:val="right"/>
    </w:pPr>
  </w:p>
  <w:p w14:paraId="28F39640" w14:textId="14CB7D9B" w:rsidR="005A6510" w:rsidRDefault="001A67F0" w:rsidP="001A67F0">
    <w:pPr>
      <w:pStyle w:val="Header"/>
      <w:ind w:hanging="851"/>
      <w:jc w:val="right"/>
    </w:pPr>
    <w:r w:rsidRPr="001A67F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27BB9"/>
    <w:rsid w:val="00037728"/>
    <w:rsid w:val="00044718"/>
    <w:rsid w:val="000470FD"/>
    <w:rsid w:val="00063AD2"/>
    <w:rsid w:val="00091E16"/>
    <w:rsid w:val="000B0C1A"/>
    <w:rsid w:val="000B4C82"/>
    <w:rsid w:val="000C02AF"/>
    <w:rsid w:val="000D3772"/>
    <w:rsid w:val="00105BED"/>
    <w:rsid w:val="00106C4B"/>
    <w:rsid w:val="0011122F"/>
    <w:rsid w:val="00122B4E"/>
    <w:rsid w:val="0012771E"/>
    <w:rsid w:val="00140692"/>
    <w:rsid w:val="0015333A"/>
    <w:rsid w:val="00154D6D"/>
    <w:rsid w:val="00157254"/>
    <w:rsid w:val="00162BCE"/>
    <w:rsid w:val="001931C2"/>
    <w:rsid w:val="001A252F"/>
    <w:rsid w:val="001A402B"/>
    <w:rsid w:val="001A67F0"/>
    <w:rsid w:val="001C617E"/>
    <w:rsid w:val="00203F2F"/>
    <w:rsid w:val="00204C6F"/>
    <w:rsid w:val="00221E5D"/>
    <w:rsid w:val="0022229D"/>
    <w:rsid w:val="00241350"/>
    <w:rsid w:val="00243191"/>
    <w:rsid w:val="00243C26"/>
    <w:rsid w:val="00244136"/>
    <w:rsid w:val="002573EF"/>
    <w:rsid w:val="00260DEC"/>
    <w:rsid w:val="00284B0F"/>
    <w:rsid w:val="00286CF6"/>
    <w:rsid w:val="00287EC2"/>
    <w:rsid w:val="00293831"/>
    <w:rsid w:val="002D78EF"/>
    <w:rsid w:val="002F4852"/>
    <w:rsid w:val="00325E64"/>
    <w:rsid w:val="003310E0"/>
    <w:rsid w:val="003437E7"/>
    <w:rsid w:val="00364C33"/>
    <w:rsid w:val="00366177"/>
    <w:rsid w:val="00370A9D"/>
    <w:rsid w:val="00390502"/>
    <w:rsid w:val="00396A6B"/>
    <w:rsid w:val="003B7C64"/>
    <w:rsid w:val="003C24CA"/>
    <w:rsid w:val="003D12B0"/>
    <w:rsid w:val="003E73D7"/>
    <w:rsid w:val="003F3B9B"/>
    <w:rsid w:val="003F6038"/>
    <w:rsid w:val="00406D65"/>
    <w:rsid w:val="004138D3"/>
    <w:rsid w:val="0041742D"/>
    <w:rsid w:val="004303BF"/>
    <w:rsid w:val="00431D6F"/>
    <w:rsid w:val="00445C47"/>
    <w:rsid w:val="00446300"/>
    <w:rsid w:val="004577AF"/>
    <w:rsid w:val="004C5419"/>
    <w:rsid w:val="004E1FE3"/>
    <w:rsid w:val="004E33D6"/>
    <w:rsid w:val="004E42DF"/>
    <w:rsid w:val="004F043E"/>
    <w:rsid w:val="00505EDA"/>
    <w:rsid w:val="00530D31"/>
    <w:rsid w:val="00555B26"/>
    <w:rsid w:val="00562118"/>
    <w:rsid w:val="00573A51"/>
    <w:rsid w:val="005742C1"/>
    <w:rsid w:val="005777DD"/>
    <w:rsid w:val="005A6179"/>
    <w:rsid w:val="005A6510"/>
    <w:rsid w:val="005C461C"/>
    <w:rsid w:val="005E7710"/>
    <w:rsid w:val="006116A0"/>
    <w:rsid w:val="00611771"/>
    <w:rsid w:val="00630838"/>
    <w:rsid w:val="006327D3"/>
    <w:rsid w:val="00651DC4"/>
    <w:rsid w:val="00653267"/>
    <w:rsid w:val="00692BA8"/>
    <w:rsid w:val="00693273"/>
    <w:rsid w:val="006A7B5A"/>
    <w:rsid w:val="006D519F"/>
    <w:rsid w:val="006F5039"/>
    <w:rsid w:val="006F50AF"/>
    <w:rsid w:val="00701292"/>
    <w:rsid w:val="00747C62"/>
    <w:rsid w:val="0075244A"/>
    <w:rsid w:val="0078163A"/>
    <w:rsid w:val="00784479"/>
    <w:rsid w:val="00797D64"/>
    <w:rsid w:val="007A12B1"/>
    <w:rsid w:val="007E4706"/>
    <w:rsid w:val="007E47F9"/>
    <w:rsid w:val="007F7781"/>
    <w:rsid w:val="00803412"/>
    <w:rsid w:val="00805BBE"/>
    <w:rsid w:val="00830DEA"/>
    <w:rsid w:val="00861BCA"/>
    <w:rsid w:val="00896FCB"/>
    <w:rsid w:val="00897EAD"/>
    <w:rsid w:val="008A304D"/>
    <w:rsid w:val="008A37A6"/>
    <w:rsid w:val="008A72F0"/>
    <w:rsid w:val="008B637D"/>
    <w:rsid w:val="008D123E"/>
    <w:rsid w:val="008F288D"/>
    <w:rsid w:val="00903EF5"/>
    <w:rsid w:val="00916C71"/>
    <w:rsid w:val="00922283"/>
    <w:rsid w:val="009278DB"/>
    <w:rsid w:val="00947094"/>
    <w:rsid w:val="00955D2E"/>
    <w:rsid w:val="00965F25"/>
    <w:rsid w:val="00991E1D"/>
    <w:rsid w:val="00996EC4"/>
    <w:rsid w:val="009A57EB"/>
    <w:rsid w:val="009A6D78"/>
    <w:rsid w:val="009E2F83"/>
    <w:rsid w:val="009E4A7B"/>
    <w:rsid w:val="009F4A4A"/>
    <w:rsid w:val="009F5415"/>
    <w:rsid w:val="00A0001C"/>
    <w:rsid w:val="00A049BC"/>
    <w:rsid w:val="00A10F91"/>
    <w:rsid w:val="00A31BFE"/>
    <w:rsid w:val="00A43C90"/>
    <w:rsid w:val="00A44BBE"/>
    <w:rsid w:val="00A74657"/>
    <w:rsid w:val="00A74FF0"/>
    <w:rsid w:val="00AB03AC"/>
    <w:rsid w:val="00AB7976"/>
    <w:rsid w:val="00AC54C3"/>
    <w:rsid w:val="00AD63A5"/>
    <w:rsid w:val="00AE3BB2"/>
    <w:rsid w:val="00B104E0"/>
    <w:rsid w:val="00B22F01"/>
    <w:rsid w:val="00B30CCF"/>
    <w:rsid w:val="00B50028"/>
    <w:rsid w:val="00B50CFB"/>
    <w:rsid w:val="00B63B70"/>
    <w:rsid w:val="00B66D3E"/>
    <w:rsid w:val="00B74C3D"/>
    <w:rsid w:val="00B87DBB"/>
    <w:rsid w:val="00BA488F"/>
    <w:rsid w:val="00BC19FA"/>
    <w:rsid w:val="00BD0078"/>
    <w:rsid w:val="00BD5529"/>
    <w:rsid w:val="00BF7B35"/>
    <w:rsid w:val="00C049DD"/>
    <w:rsid w:val="00C07709"/>
    <w:rsid w:val="00C126AF"/>
    <w:rsid w:val="00C26E0D"/>
    <w:rsid w:val="00C37ADE"/>
    <w:rsid w:val="00C61A4A"/>
    <w:rsid w:val="00C6588F"/>
    <w:rsid w:val="00C66122"/>
    <w:rsid w:val="00CD7432"/>
    <w:rsid w:val="00CE5949"/>
    <w:rsid w:val="00CE6351"/>
    <w:rsid w:val="00CF44FA"/>
    <w:rsid w:val="00D02DAF"/>
    <w:rsid w:val="00D04191"/>
    <w:rsid w:val="00D20011"/>
    <w:rsid w:val="00D2018D"/>
    <w:rsid w:val="00D4226D"/>
    <w:rsid w:val="00D43ED1"/>
    <w:rsid w:val="00D531E3"/>
    <w:rsid w:val="00D64F23"/>
    <w:rsid w:val="00D70D32"/>
    <w:rsid w:val="00D80286"/>
    <w:rsid w:val="00D81A49"/>
    <w:rsid w:val="00D911A4"/>
    <w:rsid w:val="00D915B3"/>
    <w:rsid w:val="00D95C89"/>
    <w:rsid w:val="00DB44FB"/>
    <w:rsid w:val="00DF1DDD"/>
    <w:rsid w:val="00DF3BEA"/>
    <w:rsid w:val="00E51EB0"/>
    <w:rsid w:val="00E62AB9"/>
    <w:rsid w:val="00E8362B"/>
    <w:rsid w:val="00E939A7"/>
    <w:rsid w:val="00E9675E"/>
    <w:rsid w:val="00EA1EAC"/>
    <w:rsid w:val="00EA695B"/>
    <w:rsid w:val="00EB50B3"/>
    <w:rsid w:val="00EB5128"/>
    <w:rsid w:val="00F37CD4"/>
    <w:rsid w:val="00F625F6"/>
    <w:rsid w:val="00FC19A8"/>
    <w:rsid w:val="00FD4D5F"/>
    <w:rsid w:val="00FE1EDD"/>
    <w:rsid w:val="00FF5A43"/>
    <w:rsid w:val="00FF5AF2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6A7B5A"/>
    <w:rPr>
      <w:rFonts w:ascii="Arial" w:hAnsi="Arial"/>
      <w:b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gda.lungu@adroltenia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adroltenia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4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2080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4</cp:revision>
  <cp:lastPrinted>2017-10-18T09:38:00Z</cp:lastPrinted>
  <dcterms:created xsi:type="dcterms:W3CDTF">2022-11-01T09:14:00Z</dcterms:created>
  <dcterms:modified xsi:type="dcterms:W3CDTF">2022-11-02T09:24:00Z</dcterms:modified>
</cp:coreProperties>
</file>